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39D" w:rsidRDefault="000B539D" w:rsidP="005A7CEB">
      <w:pPr>
        <w:jc w:val="center"/>
        <w:rPr>
          <w:sz w:val="40"/>
          <w:szCs w:val="40"/>
        </w:rPr>
      </w:pPr>
      <w:r>
        <w:rPr>
          <w:sz w:val="40"/>
          <w:szCs w:val="40"/>
        </w:rPr>
        <w:t>Lesson 6:  Your Choice! (10 pts.)</w:t>
      </w:r>
    </w:p>
    <w:p w:rsidR="000B539D" w:rsidRDefault="000B539D" w:rsidP="005A7CEB">
      <w:pPr>
        <w:rPr>
          <w:sz w:val="24"/>
          <w:szCs w:val="24"/>
        </w:rPr>
      </w:pPr>
      <w:r>
        <w:rPr>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0B539D" w:rsidRDefault="000B539D" w:rsidP="005A7CEB">
      <w:pPr>
        <w:rPr>
          <w:sz w:val="24"/>
          <w:szCs w:val="24"/>
        </w:rPr>
      </w:pPr>
      <w:r>
        <w:rPr>
          <w:sz w:val="24"/>
          <w:szCs w:val="24"/>
        </w:rPr>
        <w:t xml:space="preserve">Your responsibility will be to explain why you have chosen this particular lesson and to demonstrate that you have learned it.  What benefit will you have gained from accomplishing this lesson?   </w:t>
      </w:r>
    </w:p>
    <w:p w:rsidR="000B539D" w:rsidRPr="00472169" w:rsidRDefault="000B539D" w:rsidP="00472169">
      <w:pPr>
        <w:rPr>
          <w:sz w:val="24"/>
          <w:szCs w:val="24"/>
        </w:rPr>
      </w:pPr>
      <w:r>
        <w:rPr>
          <w:sz w:val="24"/>
          <w:szCs w:val="24"/>
        </w:rPr>
        <w:t>Your lesson choices include:  useful/high frequency adjectives, taking the train, taking the taxi, post office, Where can I buy…? Or Is there a store nearby?</w:t>
      </w:r>
    </w:p>
    <w:p w:rsidR="000B539D" w:rsidRPr="00E4016C" w:rsidRDefault="000B539D" w:rsidP="005A7CEB">
      <w:pPr>
        <w:rPr>
          <w:b/>
          <w:sz w:val="24"/>
          <w:szCs w:val="24"/>
        </w:rPr>
      </w:pPr>
      <w:r w:rsidRPr="00E4016C">
        <w:rPr>
          <w:b/>
          <w:sz w:val="24"/>
          <w:szCs w:val="24"/>
        </w:rPr>
        <w:t xml:space="preserve">First, log on to:  </w:t>
      </w:r>
      <w:hyperlink r:id="rId6" w:history="1">
        <w:r w:rsidRPr="00E4016C">
          <w:rPr>
            <w:rStyle w:val="Hyperlink"/>
            <w:b/>
            <w:sz w:val="24"/>
            <w:szCs w:val="24"/>
          </w:rPr>
          <w:t>www.survivialskills.com</w:t>
        </w:r>
      </w:hyperlink>
    </w:p>
    <w:p w:rsidR="000B539D" w:rsidRPr="00E4016C" w:rsidRDefault="000B539D" w:rsidP="005A7CEB">
      <w:pPr>
        <w:rPr>
          <w:b/>
          <w:sz w:val="24"/>
          <w:szCs w:val="24"/>
        </w:rPr>
      </w:pPr>
      <w:r w:rsidRPr="00E4016C">
        <w:rPr>
          <w:b/>
          <w:sz w:val="24"/>
          <w:szCs w:val="24"/>
        </w:rPr>
        <w:t>Second, choose the language of your country.</w:t>
      </w:r>
    </w:p>
    <w:p w:rsidR="000B539D" w:rsidRDefault="000B539D" w:rsidP="005A7CEB">
      <w:pPr>
        <w:rPr>
          <w:b/>
          <w:sz w:val="24"/>
          <w:szCs w:val="24"/>
        </w:rPr>
      </w:pPr>
      <w:r w:rsidRPr="00E4016C">
        <w:rPr>
          <w:b/>
          <w:sz w:val="24"/>
          <w:szCs w:val="24"/>
        </w:rPr>
        <w:t>Th</w:t>
      </w:r>
      <w:r>
        <w:rPr>
          <w:b/>
          <w:sz w:val="24"/>
          <w:szCs w:val="24"/>
        </w:rPr>
        <w:t>ird, download the PDF file for your choice of lesson from the above options, and listen to the Audio file.</w:t>
      </w:r>
    </w:p>
    <w:p w:rsidR="000B539D" w:rsidRDefault="000B539D" w:rsidP="005A7CEB">
      <w:pPr>
        <w:rPr>
          <w:b/>
          <w:sz w:val="24"/>
          <w:szCs w:val="24"/>
        </w:rPr>
      </w:pPr>
      <w:r>
        <w:rPr>
          <w:b/>
          <w:sz w:val="24"/>
          <w:szCs w:val="24"/>
        </w:rPr>
        <w:t>Finally, give a synopsis of what you have learned in this lesson.  Include the lesson topic you chose, why you chose it, and the important phrases/expressions you learned in this lesson.</w:t>
      </w:r>
    </w:p>
    <w:p w:rsidR="000B539D" w:rsidRDefault="000B539D" w:rsidP="005A7CEB">
      <w:pPr>
        <w:rPr>
          <w:b/>
          <w:sz w:val="24"/>
          <w:szCs w:val="24"/>
        </w:rPr>
      </w:pPr>
      <w:r>
        <w:rPr>
          <w:b/>
          <w:sz w:val="24"/>
          <w:szCs w:val="24"/>
        </w:rPr>
        <w:t>Begin typing here: How to ask “Where is the bathroom?”</w:t>
      </w:r>
    </w:p>
    <w:p w:rsidR="000B539D" w:rsidRDefault="000B539D" w:rsidP="005A7CEB">
      <w:pPr>
        <w:rPr>
          <w:b/>
          <w:sz w:val="24"/>
          <w:szCs w:val="24"/>
        </w:rPr>
      </w:pPr>
      <w:r w:rsidRPr="00304D29">
        <w:rPr>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14.25pt">
            <v:imagedata r:id="rId7" o:title=""/>
          </v:shape>
        </w:pict>
      </w:r>
      <w:r>
        <w:rPr>
          <w:b/>
          <w:sz w:val="24"/>
          <w:szCs w:val="24"/>
        </w:rPr>
        <w:t xml:space="preserve"> and </w:t>
      </w:r>
      <w:r w:rsidRPr="00304D29">
        <w:rPr>
          <w:b/>
          <w:sz w:val="24"/>
          <w:szCs w:val="24"/>
        </w:rPr>
        <w:pict>
          <v:shape id="_x0000_i1026" type="#_x0000_t75" style="width:78pt;height:15.75pt">
            <v:imagedata r:id="rId8" o:title=""/>
          </v:shape>
        </w:pict>
      </w:r>
      <w:r>
        <w:rPr>
          <w:b/>
          <w:sz w:val="24"/>
          <w:szCs w:val="24"/>
        </w:rPr>
        <w:t xml:space="preserve"> are both ways to ask this question. Try to listen as best you can but mostly listen to the directions like to the left  or right.</w:t>
      </w:r>
    </w:p>
    <w:p w:rsidR="000B539D" w:rsidRDefault="000B539D" w:rsidP="005A7CEB">
      <w:pPr>
        <w:rPr>
          <w:b/>
          <w:sz w:val="24"/>
          <w:szCs w:val="24"/>
        </w:rPr>
      </w:pPr>
      <w:r>
        <w:rPr>
          <w:b/>
          <w:sz w:val="24"/>
          <w:szCs w:val="24"/>
        </w:rPr>
        <w:t xml:space="preserve"> </w:t>
      </w:r>
    </w:p>
    <w:p w:rsidR="000B539D" w:rsidRPr="00E4016C" w:rsidRDefault="000B539D" w:rsidP="005A7CEB">
      <w:pPr>
        <w:rPr>
          <w:b/>
          <w:sz w:val="24"/>
          <w:szCs w:val="24"/>
        </w:rPr>
      </w:pPr>
    </w:p>
    <w:p w:rsidR="000B539D" w:rsidRDefault="000B539D" w:rsidP="005A7CEB"/>
    <w:sectPr w:rsidR="000B539D" w:rsidSect="00480D7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39D" w:rsidRDefault="000B539D" w:rsidP="00472169">
      <w:pPr>
        <w:spacing w:after="0"/>
      </w:pPr>
      <w:r>
        <w:separator/>
      </w:r>
    </w:p>
  </w:endnote>
  <w:endnote w:type="continuationSeparator" w:id="0">
    <w:p w:rsidR="000B539D" w:rsidRDefault="000B539D" w:rsidP="0047216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39D" w:rsidRDefault="000B539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39D" w:rsidRDefault="000B539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39D" w:rsidRDefault="000B53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39D" w:rsidRDefault="000B539D" w:rsidP="00472169">
      <w:pPr>
        <w:spacing w:after="0"/>
      </w:pPr>
      <w:r>
        <w:separator/>
      </w:r>
    </w:p>
  </w:footnote>
  <w:footnote w:type="continuationSeparator" w:id="0">
    <w:p w:rsidR="000B539D" w:rsidRDefault="000B539D" w:rsidP="0047216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39D" w:rsidRDefault="000B539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2" o:spid="_x0000_s2049" type="#_x0000_t75" style="position:absolute;margin-left:0;margin-top:0;width:468pt;height:468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39D" w:rsidRDefault="000B539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3" o:spid="_x0000_s2050" type="#_x0000_t75" style="position:absolute;margin-left:0;margin-top:0;width:468pt;height:468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39D" w:rsidRDefault="000B539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1" o:spid="_x0000_s2051" type="#_x0000_t75" style="position:absolute;margin-left:0;margin-top:0;width:468pt;height:468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7CEB"/>
    <w:rsid w:val="00026AE8"/>
    <w:rsid w:val="0005638D"/>
    <w:rsid w:val="000B459E"/>
    <w:rsid w:val="000B539D"/>
    <w:rsid w:val="00170C92"/>
    <w:rsid w:val="001B0721"/>
    <w:rsid w:val="002759E6"/>
    <w:rsid w:val="002A2F09"/>
    <w:rsid w:val="002B0AB6"/>
    <w:rsid w:val="00304D29"/>
    <w:rsid w:val="00472169"/>
    <w:rsid w:val="00480D71"/>
    <w:rsid w:val="005A7CEB"/>
    <w:rsid w:val="006D14CB"/>
    <w:rsid w:val="006F318E"/>
    <w:rsid w:val="00873009"/>
    <w:rsid w:val="00913564"/>
    <w:rsid w:val="009407B8"/>
    <w:rsid w:val="009E07DB"/>
    <w:rsid w:val="00A4501B"/>
    <w:rsid w:val="00A967B9"/>
    <w:rsid w:val="00C65901"/>
    <w:rsid w:val="00D10BF0"/>
    <w:rsid w:val="00E4016C"/>
    <w:rsid w:val="00EA36B3"/>
    <w:rsid w:val="00F66D1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pPr>
      <w:spacing w:after="100" w:afterAutospacing="1"/>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A7CEB"/>
    <w:rPr>
      <w:rFonts w:cs="Times New Roman"/>
      <w:color w:val="0000FF"/>
      <w:u w:val="single"/>
    </w:rPr>
  </w:style>
  <w:style w:type="paragraph" w:styleId="Header">
    <w:name w:val="header"/>
    <w:basedOn w:val="Normal"/>
    <w:link w:val="HeaderChar"/>
    <w:uiPriority w:val="99"/>
    <w:semiHidden/>
    <w:rsid w:val="00472169"/>
    <w:pPr>
      <w:tabs>
        <w:tab w:val="center" w:pos="4680"/>
        <w:tab w:val="right" w:pos="9360"/>
      </w:tabs>
      <w:spacing w:after="0"/>
    </w:pPr>
  </w:style>
  <w:style w:type="character" w:customStyle="1" w:styleId="HeaderChar">
    <w:name w:val="Header Char"/>
    <w:basedOn w:val="DefaultParagraphFont"/>
    <w:link w:val="Header"/>
    <w:uiPriority w:val="99"/>
    <w:semiHidden/>
    <w:locked/>
    <w:rsid w:val="00472169"/>
    <w:rPr>
      <w:rFonts w:cs="Times New Roman"/>
    </w:rPr>
  </w:style>
  <w:style w:type="paragraph" w:styleId="Footer">
    <w:name w:val="footer"/>
    <w:basedOn w:val="Normal"/>
    <w:link w:val="FooterChar"/>
    <w:uiPriority w:val="99"/>
    <w:semiHidden/>
    <w:rsid w:val="00472169"/>
    <w:pPr>
      <w:tabs>
        <w:tab w:val="center" w:pos="4680"/>
        <w:tab w:val="right" w:pos="9360"/>
      </w:tabs>
      <w:spacing w:after="0"/>
    </w:pPr>
  </w:style>
  <w:style w:type="character" w:customStyle="1" w:styleId="FooterChar">
    <w:name w:val="Footer Char"/>
    <w:basedOn w:val="DefaultParagraphFont"/>
    <w:link w:val="Footer"/>
    <w:uiPriority w:val="99"/>
    <w:semiHidden/>
    <w:locked/>
    <w:rsid w:val="0047216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survivialskills.com"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Pages>
  <Words>204</Words>
  <Characters>1167</Characters>
  <Application>Microsoft Office Outlook</Application>
  <DocSecurity>0</DocSecurity>
  <Lines>0</Lines>
  <Paragraphs>0</Paragraphs>
  <ScaleCrop>false</ScaleCrop>
  <Company>Hampton Township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squaill</cp:lastModifiedBy>
  <cp:revision>3</cp:revision>
  <dcterms:created xsi:type="dcterms:W3CDTF">2011-10-10T19:49:00Z</dcterms:created>
  <dcterms:modified xsi:type="dcterms:W3CDTF">2011-10-18T02:05:00Z</dcterms:modified>
</cp:coreProperties>
</file>